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495B597E" w:rsidR="00F422D3" w:rsidRDefault="00F422D3" w:rsidP="00BB1390">
      <w:pPr>
        <w:pStyle w:val="Titul2"/>
      </w:pPr>
      <w:r>
        <w:t xml:space="preserve">Název </w:t>
      </w:r>
      <w:r w:rsidRPr="00BB1390">
        <w:t>zakázky</w:t>
      </w:r>
      <w:r>
        <w:t>: „</w:t>
      </w:r>
      <w:r w:rsidR="007926C4">
        <w:t>Výstavba PZS (P4270) v km 4,446 TÚ Hanušovice – Mikulovice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5820FDA" w:rsidR="00F422D3" w:rsidRDefault="00F422D3" w:rsidP="00B42F40">
      <w:pPr>
        <w:pStyle w:val="Textbezodsazen"/>
      </w:pPr>
      <w:r>
        <w:t>ISPROFOND</w:t>
      </w:r>
      <w:r w:rsidR="00A07DDA">
        <w:t>/SUBISPROFIN</w:t>
      </w:r>
      <w:r>
        <w:t xml:space="preserve">: </w:t>
      </w:r>
      <w:r w:rsidR="007926C4">
        <w:t>3273514800/5713520067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D591C3D" w:rsidR="007D26F9" w:rsidRDefault="007D26F9" w:rsidP="00BC5BDD">
      <w:pPr>
        <w:pStyle w:val="Text1-1"/>
      </w:pPr>
      <w:r>
        <w:t xml:space="preserve">Objednatel oznámil </w:t>
      </w:r>
      <w:r w:rsidR="00121010" w:rsidRPr="007926C4">
        <w:t xml:space="preserve">uveřejněním na Profilu zadavatele: </w:t>
      </w:r>
      <w:hyperlink r:id="rId11" w:history="1">
        <w:r w:rsidR="00121010" w:rsidRPr="007926C4">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7926C4">
        <w:rPr>
          <w:rStyle w:val="Tun"/>
        </w:rPr>
        <w:t xml:space="preserve">Výstavba PZS (P4270) v km 4,446 TÚ </w:t>
      </w:r>
      <w:proofErr w:type="gramStart"/>
      <w:r w:rsidR="007926C4">
        <w:rPr>
          <w:rStyle w:val="Tun"/>
        </w:rPr>
        <w:t>Hanušovice - Mikulovice</w:t>
      </w:r>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B58A153"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7926C4">
        <w:rPr>
          <w:rStyle w:val="Tun"/>
        </w:rPr>
        <w:t>9</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6AF68905" w:rsidR="007D26F9" w:rsidRDefault="007D26F9" w:rsidP="00BC5BDD">
      <w:pPr>
        <w:pStyle w:val="Textbezslovn"/>
      </w:pPr>
      <w:r w:rsidRPr="00517C97">
        <w:rPr>
          <w:b/>
        </w:rPr>
        <w:t>Lhůta pro dokončení stavebních prací</w:t>
      </w:r>
      <w:r>
        <w:t xml:space="preserve"> činí celkem </w:t>
      </w:r>
      <w:r w:rsidR="007926C4">
        <w:rPr>
          <w:rStyle w:val="Tun"/>
        </w:rPr>
        <w:t>3</w:t>
      </w:r>
      <w:r w:rsidRPr="008F7242">
        <w:rPr>
          <w:rStyle w:val="Tun"/>
        </w:rPr>
        <w:t xml:space="preserve"> měsíc</w:t>
      </w:r>
      <w:r w:rsidR="00AD0D24">
        <w:rPr>
          <w:rStyle w:val="Tun"/>
        </w:rPr>
        <w:t>e</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1CB9AC60" w:rsidR="007D26F9" w:rsidRPr="007926C4" w:rsidRDefault="007D26F9" w:rsidP="007926C4">
      <w:pPr>
        <w:pStyle w:val="Textbezslovn"/>
      </w:pPr>
      <w:r w:rsidRPr="003E7501">
        <w:rPr>
          <w:b/>
        </w:rPr>
        <w:t xml:space="preserve">Předání </w:t>
      </w:r>
      <w:r w:rsidRPr="007926C4">
        <w:rPr>
          <w:b/>
        </w:rPr>
        <w:t>posouzení interoperability</w:t>
      </w:r>
      <w:r w:rsidRPr="007926C4">
        <w:t xml:space="preserve">, včetně zajištění všech souvisejících dokladů, podle </w:t>
      </w:r>
      <w:proofErr w:type="spellStart"/>
      <w:r w:rsidRPr="007926C4">
        <w:t>ust</w:t>
      </w:r>
      <w:proofErr w:type="spellEnd"/>
      <w:r w:rsidRPr="007926C4">
        <w:t>. § 49b zákona 266/1994 Sb.</w:t>
      </w:r>
      <w:r w:rsidR="001624A7" w:rsidRPr="007926C4">
        <w:t>, o dráhách,</w:t>
      </w:r>
      <w:r w:rsidRPr="007926C4">
        <w:t xml:space="preserve"> ve znění pozdějších předpisů, </w:t>
      </w:r>
      <w:r w:rsidRPr="007926C4">
        <w:rPr>
          <w:b/>
        </w:rPr>
        <w:t>předání osvědčení</w:t>
      </w:r>
      <w:r w:rsidR="00A349C6" w:rsidRPr="007926C4">
        <w:rPr>
          <w:b/>
        </w:rPr>
        <w:t xml:space="preserve"> o </w:t>
      </w:r>
      <w:r w:rsidRPr="007926C4">
        <w:rPr>
          <w:b/>
        </w:rPr>
        <w:t>bezpečnosti</w:t>
      </w:r>
      <w:r w:rsidRPr="007926C4">
        <w:t xml:space="preserve"> zpracovaného nezávislým posuzovatelem podle prováděcího nařízení Komise (EU) č. 402/2013 ze dne 30. dubna 2013</w:t>
      </w:r>
      <w:r w:rsidR="00A349C6" w:rsidRPr="007926C4">
        <w:t xml:space="preserve"> o </w:t>
      </w:r>
      <w:r w:rsidRPr="007926C4">
        <w:t>společné bezpečnostní</w:t>
      </w:r>
      <w:r>
        <w:t xml:space="preserve">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lastRenderedPageBreak/>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 xml:space="preserve">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5986547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w:t>
      </w:r>
      <w:r w:rsidR="007926C4">
        <w:rPr>
          <w:rFonts w:eastAsia="Times New Roman" w:cs="Times New Roman"/>
          <w:sz w:val="18"/>
          <w:szCs w:val="18"/>
        </w:rPr>
        <w:t xml:space="preserve"> jedné</w:t>
      </w:r>
      <w:r w:rsidR="00EE3BC9" w:rsidRPr="00CF42C9">
        <w:rPr>
          <w:rFonts w:eastAsia="Times New Roman" w:cs="Times New Roman"/>
          <w:sz w:val="18"/>
          <w:szCs w:val="18"/>
        </w:rPr>
        <w:t xml:space="preserve"> studentské exkurze</w:t>
      </w:r>
      <w:r w:rsidR="007926C4">
        <w:rPr>
          <w:rFonts w:eastAsia="Times New Roman" w:cs="Times New Roman"/>
          <w:sz w:val="18"/>
          <w:szCs w:val="18"/>
        </w:rPr>
        <w:t xml:space="preserve"> </w:t>
      </w:r>
      <w:r w:rsidRPr="00CF42C9">
        <w:rPr>
          <w:rFonts w:eastAsia="Times New Roman" w:cs="Times New Roman"/>
          <w:sz w:val="18"/>
          <w:szCs w:val="18"/>
        </w:rPr>
        <w:t xml:space="preserve">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40B020EB" w14:textId="1BCD8360" w:rsidR="001C126B" w:rsidRPr="00DB5826" w:rsidRDefault="004A36B7" w:rsidP="00DB5826">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DB5826" w:rsidRDefault="007A0137" w:rsidP="007A0137">
      <w:pPr>
        <w:pStyle w:val="Text1-1"/>
        <w:numPr>
          <w:ilvl w:val="1"/>
          <w:numId w:val="9"/>
        </w:numPr>
      </w:pPr>
      <w:r w:rsidRPr="00DB5826">
        <w:t>Objednatel si vyhrazuje:</w:t>
      </w:r>
    </w:p>
    <w:p w14:paraId="38C30A41" w14:textId="77777777" w:rsidR="007A0137" w:rsidRPr="00DB5826" w:rsidRDefault="007A0137" w:rsidP="007A0137">
      <w:pPr>
        <w:pStyle w:val="Text1-2"/>
        <w:numPr>
          <w:ilvl w:val="0"/>
          <w:numId w:val="0"/>
        </w:numPr>
        <w:ind w:left="1134"/>
      </w:pPr>
      <w:r w:rsidRPr="00DB5826">
        <w:t>požadavek, že ní</w:t>
      </w:r>
      <w:r w:rsidRPr="00DB5826">
        <w:rPr>
          <w:rStyle w:val="Text1-2Char"/>
        </w:rPr>
        <w:t>ž</w:t>
      </w:r>
      <w:r w:rsidRPr="00DB5826">
        <w:t>e uvedené významné činnosti při plnění veřejné zakázky musí být plněny přímo Zhotovitelem jeho vlastními prostředky:</w:t>
      </w:r>
    </w:p>
    <w:p w14:paraId="7EC3EEA2" w14:textId="77777777" w:rsidR="00DB5826" w:rsidRPr="00A010CC" w:rsidRDefault="00DB5826" w:rsidP="00DB5826">
      <w:pPr>
        <w:pStyle w:val="Odrka1-3"/>
        <w:numPr>
          <w:ilvl w:val="2"/>
          <w:numId w:val="6"/>
        </w:numPr>
        <w:rPr>
          <w:b/>
          <w:bCs/>
        </w:rPr>
      </w:pPr>
      <w:r w:rsidRPr="00A010CC">
        <w:rPr>
          <w:b/>
          <w:bCs/>
        </w:rPr>
        <w:t>Realizace spočívající v dodávce a montáži technologického zařízení v rámci:  </w:t>
      </w:r>
    </w:p>
    <w:p w14:paraId="1ABCCAB2" w14:textId="3DA6AF44" w:rsidR="007A0137" w:rsidRPr="00DB5826" w:rsidRDefault="00DB5826" w:rsidP="00DB5826">
      <w:pPr>
        <w:pStyle w:val="Odrka1-3"/>
        <w:numPr>
          <w:ilvl w:val="0"/>
          <w:numId w:val="0"/>
        </w:numPr>
        <w:ind w:left="1928"/>
        <w:rPr>
          <w:highlight w:val="green"/>
        </w:rPr>
      </w:pPr>
      <w:r w:rsidRPr="00C40749">
        <w:rPr>
          <w:b/>
          <w:i/>
        </w:rPr>
        <w:lastRenderedPageBreak/>
        <w:t>PS 1301 P4270, výstavba PZS</w:t>
      </w:r>
      <w:r w:rsidRPr="00A010CC">
        <w:rPr>
          <w:b/>
        </w:rPr>
        <w:t xml:space="preserve"> </w:t>
      </w:r>
      <w:r w:rsidRPr="00A010CC">
        <w:rPr>
          <w:b/>
          <w:bCs/>
        </w:rPr>
        <w:t>mimo zemní práce a zeměměřická měření</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5C137E77" w:rsidR="007A0137" w:rsidRPr="00DB5826" w:rsidRDefault="007A0137" w:rsidP="00DB5826">
      <w:pPr>
        <w:pStyle w:val="Text1-1"/>
        <w:numPr>
          <w:ilvl w:val="1"/>
          <w:numId w:val="9"/>
        </w:numPr>
        <w:rPr>
          <w:i/>
          <w:iCs/>
        </w:rPr>
      </w:pPr>
      <w:r w:rsidRPr="00DB5826">
        <w:rPr>
          <w:i/>
          <w:iCs/>
        </w:rP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w:t>
      </w:r>
      <w:r>
        <w:lastRenderedPageBreak/>
        <w:t>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xml:space="preserve">, ve znění </w:t>
      </w:r>
      <w:r>
        <w:lastRenderedPageBreak/>
        <w:t>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AB25F5D" w:rsidR="007D26F9" w:rsidRDefault="007D26F9" w:rsidP="00342DC7">
      <w:pPr>
        <w:pStyle w:val="Textbezslovn"/>
      </w:pPr>
      <w:r w:rsidRPr="00A349C6">
        <w:rPr>
          <w:b/>
        </w:rPr>
        <w:t>Příloha č. 1:</w:t>
      </w:r>
      <w:r w:rsidR="008F7242">
        <w:t xml:space="preserve"> </w:t>
      </w:r>
      <w:r w:rsidR="008F7242">
        <w:tab/>
      </w:r>
      <w:r>
        <w:t xml:space="preserve">Obchodní podmínky – </w:t>
      </w:r>
      <w:r w:rsidR="00DB5826">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Pr="00DB5826" w:rsidRDefault="00F43D42" w:rsidP="00F43D42">
      <w:pPr>
        <w:pStyle w:val="Textbezslovn"/>
        <w:ind w:left="2127"/>
      </w:pPr>
      <w:r w:rsidRPr="00DB5826">
        <w:t xml:space="preserve">a) </w:t>
      </w:r>
      <w:r w:rsidR="007D26F9" w:rsidRPr="00DB5826">
        <w:t xml:space="preserve">Technické kvalitativní podmínky staveb státních drah (TKP) </w:t>
      </w:r>
    </w:p>
    <w:p w14:paraId="59D03571" w14:textId="1A053602" w:rsidR="007D26F9" w:rsidRDefault="00F43D42" w:rsidP="00F43D42">
      <w:pPr>
        <w:pStyle w:val="Textbezslovn"/>
        <w:ind w:left="2127"/>
      </w:pPr>
      <w:r w:rsidRPr="00DB5826">
        <w:t xml:space="preserve">b) </w:t>
      </w:r>
      <w:r w:rsidR="007D26F9" w:rsidRPr="00DB5826">
        <w:t xml:space="preserve">Všeobecné technické podmínky – </w:t>
      </w:r>
      <w:r w:rsidR="00DB5826" w:rsidRPr="00DB5826">
        <w:t>VTP/R/16</w:t>
      </w:r>
      <w:r w:rsidR="00DB5826">
        <w:t>/22</w:t>
      </w:r>
    </w:p>
    <w:p w14:paraId="239F0F49" w14:textId="21FF606C" w:rsidR="007D26F9" w:rsidRDefault="00F43D42" w:rsidP="00F43D42">
      <w:pPr>
        <w:pStyle w:val="Textbezslovn"/>
        <w:ind w:left="2127"/>
      </w:pPr>
      <w:r>
        <w:t xml:space="preserve">c) </w:t>
      </w:r>
      <w:r w:rsidR="007D26F9">
        <w:t xml:space="preserve">Zvláštní technické podmínky </w:t>
      </w:r>
      <w:r w:rsidR="00E54AE6">
        <w:t>na zhotovení stavby „Výstavba PZS (P4270) v km 4,446 TÚ Hanušovice – Mikulovice“, vydané 31. 1. 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A85C471" w14:textId="37AFFFCE" w:rsidR="00CB4F6D" w:rsidRDefault="00CB4F6D" w:rsidP="00AD0D24">
      <w:pPr>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FA5FA5E" w:rsidR="00CB4F6D" w:rsidRPr="00E54AE6" w:rsidRDefault="00E54AE6" w:rsidP="00CB4F6D">
      <w:pPr>
        <w:pStyle w:val="Textbezodsazen"/>
        <w:rPr>
          <w:b/>
          <w:bCs/>
        </w:rPr>
      </w:pPr>
      <w:r w:rsidRPr="00E54AE6">
        <w:rPr>
          <w:b/>
          <w:bCs/>
        </w:rPr>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12D8B9F7"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E54AE6">
        <w:rPr>
          <w:b/>
        </w:rPr>
        <w:t>– 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5F92079E" w:rsidR="00342DC7" w:rsidRPr="00E54AE6" w:rsidRDefault="00342DC7" w:rsidP="00E84916">
      <w:pPr>
        <w:pStyle w:val="Odstavec1-1a"/>
        <w:numPr>
          <w:ilvl w:val="0"/>
          <w:numId w:val="13"/>
        </w:numPr>
        <w:tabs>
          <w:tab w:val="clear" w:pos="1475"/>
          <w:tab w:val="num" w:pos="1077"/>
        </w:tabs>
        <w:ind w:left="1077"/>
        <w:rPr>
          <w:b/>
          <w:bCs/>
        </w:rPr>
      </w:pPr>
      <w:r w:rsidRPr="00AE4B52">
        <w:rPr>
          <w:rStyle w:val="Tun"/>
        </w:rPr>
        <w:t xml:space="preserve">Zvláštní technické podmínky </w:t>
      </w:r>
      <w:r w:rsidR="00E54AE6" w:rsidRPr="00E54AE6">
        <w:rPr>
          <w:b/>
          <w:bCs/>
        </w:rPr>
        <w:t>na zhotovení stavby „Výstavba PZS (P4270) v km 4,446 TÚ Hanušovice – Mikulovice“, vydané 31. 1. 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88B62C1" w14:textId="0926A925" w:rsidR="004C3A99" w:rsidRPr="004C3A99" w:rsidRDefault="004C3A99" w:rsidP="00985DF9">
      <w:pPr>
        <w:pStyle w:val="Odrka1-1"/>
      </w:pPr>
      <w:r w:rsidRPr="004C3A99">
        <w:t>DUSP (Projektová dokumentace pro provedení stavby), zpracovaná společností SUDOP PRAHA a.s., se sídlem Praha 3 - Žižkov, Olšanská 2643/</w:t>
      </w:r>
      <w:proofErr w:type="gramStart"/>
      <w:r w:rsidRPr="004C3A99">
        <w:t>1a</w:t>
      </w:r>
      <w:proofErr w:type="gramEnd"/>
      <w:r w:rsidRPr="004C3A99">
        <w:t>, PSČ 13080</w:t>
      </w:r>
      <w:r>
        <w:t xml:space="preserve">, ze </w:t>
      </w:r>
      <w:r w:rsidRPr="004C3A99">
        <w:t>dne 15. 12. 2021</w:t>
      </w:r>
      <w:r>
        <w:t>.</w:t>
      </w:r>
    </w:p>
    <w:p w14:paraId="119D5BB2" w14:textId="7CDF7000" w:rsidR="00985DF9" w:rsidRPr="004C3A99" w:rsidRDefault="00985DF9" w:rsidP="004C3A99">
      <w:pPr>
        <w:pStyle w:val="Odrka1-1"/>
        <w:rPr>
          <w:color w:val="FF0000"/>
        </w:rPr>
      </w:pPr>
      <w:r w:rsidRPr="004C3A99">
        <w:t>Stavební povolení</w:t>
      </w:r>
    </w:p>
    <w:p w14:paraId="5CD37F06" w14:textId="62B2AD39" w:rsidR="00AE4B52" w:rsidRPr="004C3A99" w:rsidRDefault="004C3A99" w:rsidP="001F518E">
      <w:pPr>
        <w:pStyle w:val="Odrka1-2-"/>
      </w:pPr>
      <w:r w:rsidRPr="004C3A99">
        <w:t>b</w:t>
      </w:r>
      <w:r w:rsidR="00AE4B52" w:rsidRPr="004C3A99">
        <w:t>ude</w:t>
      </w:r>
      <w:r w:rsidRPr="004C3A99">
        <w:t xml:space="preserve"> předáno vybranému dodavateli</w:t>
      </w:r>
      <w:r>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Default="001F518E" w:rsidP="00F762A8">
      <w:pPr>
        <w:pStyle w:val="Nadpisbezsl1-2"/>
      </w:pPr>
      <w:r>
        <w:t xml:space="preserve">Za </w:t>
      </w:r>
      <w:r w:rsidR="00502690">
        <w:t>O</w:t>
      </w:r>
      <w:r>
        <w:t>bjednatele:</w:t>
      </w:r>
    </w:p>
    <w:p w14:paraId="35C36693" w14:textId="77777777" w:rsidR="004C3A99" w:rsidRPr="004C3A99" w:rsidRDefault="004C3A99" w:rsidP="004C3A99">
      <w:pPr>
        <w:pStyle w:val="Text2-1"/>
        <w:numPr>
          <w:ilvl w:val="0"/>
          <w:numId w:val="0"/>
        </w:numPr>
        <w:ind w:left="737" w:hanging="737"/>
      </w:pPr>
    </w:p>
    <w:p w14:paraId="5520E92E" w14:textId="77777777" w:rsidR="004C3A99" w:rsidRPr="00F95FBD" w:rsidRDefault="004C3A99" w:rsidP="004C3A99">
      <w:pPr>
        <w:pStyle w:val="Nadpistabulky"/>
        <w:rPr>
          <w:rFonts w:asciiTheme="minorHAnsi" w:hAnsiTheme="minorHAnsi"/>
          <w:sz w:val="18"/>
          <w:szCs w:val="18"/>
        </w:rPr>
      </w:pPr>
      <w:bookmarkStart w:id="1" w:name="_Hlk158708758"/>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C3A99" w:rsidRPr="00F95FBD" w14:paraId="184B10B7" w14:textId="77777777" w:rsidTr="000869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E6DBD" w14:textId="77777777" w:rsidR="004C3A99" w:rsidRPr="00F95FBD" w:rsidRDefault="004C3A99" w:rsidP="000869D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E4D84E" w14:textId="77777777" w:rsidR="004C3A99" w:rsidRPr="00E83F86" w:rsidRDefault="004C3A99" w:rsidP="000869D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4C3A99" w:rsidRPr="00F95FBD" w14:paraId="2B24492E" w14:textId="77777777" w:rsidTr="000869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746606" w14:textId="77777777" w:rsidR="004C3A99" w:rsidRPr="008175E5" w:rsidRDefault="004C3A99" w:rsidP="000869DB">
            <w:pPr>
              <w:pStyle w:val="Tabulka"/>
              <w:rPr>
                <w:rStyle w:val="Nadpisvtabulce"/>
                <w:b w:val="0"/>
              </w:rPr>
            </w:pPr>
            <w:r w:rsidRPr="008175E5">
              <w:rPr>
                <w:rStyle w:val="Nadpisvtabulce"/>
                <w:b w:val="0"/>
              </w:rPr>
              <w:t>Adresa</w:t>
            </w:r>
          </w:p>
        </w:tc>
        <w:tc>
          <w:tcPr>
            <w:tcW w:w="5812" w:type="dxa"/>
            <w:vAlign w:val="top"/>
          </w:tcPr>
          <w:p w14:paraId="357AB884" w14:textId="77777777" w:rsidR="004C3A99" w:rsidRDefault="004C3A99" w:rsidP="000869D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0056C9B" w14:textId="77777777" w:rsidR="004C3A99" w:rsidRPr="00E83F86" w:rsidRDefault="004C3A99" w:rsidP="000869DB">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4C3A99" w:rsidRPr="00F95FBD" w14:paraId="3119597C" w14:textId="77777777" w:rsidTr="000869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183F81" w14:textId="77777777" w:rsidR="004C3A99" w:rsidRPr="00F95FBD" w:rsidRDefault="004C3A99" w:rsidP="000869DB">
            <w:pPr>
              <w:pStyle w:val="Tabulka"/>
            </w:pPr>
            <w:r w:rsidRPr="00F95FBD">
              <w:t>E-mail</w:t>
            </w:r>
          </w:p>
        </w:tc>
        <w:tc>
          <w:tcPr>
            <w:tcW w:w="5812" w:type="dxa"/>
            <w:vAlign w:val="top"/>
          </w:tcPr>
          <w:p w14:paraId="7F4910E0" w14:textId="77777777" w:rsidR="004C3A99" w:rsidRPr="00E83F86" w:rsidRDefault="00AD0D24" w:rsidP="000869D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4C3A99" w:rsidRPr="001B00BE">
                <w:rPr>
                  <w:rStyle w:val="Hypertextovodkaz"/>
                  <w:noProof w:val="0"/>
                </w:rPr>
                <w:t>Bocak@spravazeleznic.cz</w:t>
              </w:r>
            </w:hyperlink>
            <w:r w:rsidR="004C3A99">
              <w:t xml:space="preserve"> </w:t>
            </w:r>
          </w:p>
        </w:tc>
      </w:tr>
      <w:tr w:rsidR="004C3A99" w:rsidRPr="00F95FBD" w14:paraId="06F8577D" w14:textId="77777777" w:rsidTr="000869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8ACA7B" w14:textId="77777777" w:rsidR="004C3A99" w:rsidRPr="00F95FBD" w:rsidRDefault="004C3A99" w:rsidP="000869DB">
            <w:pPr>
              <w:pStyle w:val="Tabulka"/>
            </w:pPr>
            <w:r w:rsidRPr="00F95FBD">
              <w:t>Telefon</w:t>
            </w:r>
          </w:p>
        </w:tc>
        <w:tc>
          <w:tcPr>
            <w:tcW w:w="5812" w:type="dxa"/>
            <w:vAlign w:val="top"/>
          </w:tcPr>
          <w:p w14:paraId="4B86A1C1" w14:textId="77777777" w:rsidR="004C3A99" w:rsidRPr="00E83F86" w:rsidRDefault="004C3A99" w:rsidP="000869D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bookmarkEnd w:id="1"/>
    </w:tbl>
    <w:p w14:paraId="506D2C7B" w14:textId="77777777" w:rsidR="004C3A99" w:rsidRPr="004C3A99" w:rsidRDefault="004C3A99" w:rsidP="004C3A99">
      <w:pPr>
        <w:pStyle w:val="Nadpis2-2"/>
        <w:numPr>
          <w:ilvl w:val="0"/>
          <w:numId w:val="0"/>
        </w:numPr>
        <w:ind w:left="737" w:hanging="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C3A99" w:rsidRPr="00F95FBD" w14:paraId="5E711F3D" w14:textId="77777777" w:rsidTr="004C3A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4C3A99" w:rsidRPr="00F95FBD" w:rsidRDefault="004C3A99" w:rsidP="004C3A9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A26CBB" w14:textId="5CC2A4BF" w:rsidR="004C3A99" w:rsidRDefault="004C3A99" w:rsidP="004C3A99">
            <w:pPr>
              <w:pStyle w:val="Tabulka"/>
              <w:cnfStyle w:val="100000000000" w:firstRow="1" w:lastRow="0" w:firstColumn="0" w:lastColumn="0" w:oddVBand="0" w:evenVBand="0" w:oddHBand="0" w:evenHBand="0" w:firstRowFirstColumn="0" w:firstRowLastColumn="0" w:lastRowFirstColumn="0" w:lastRowLastColumn="0"/>
            </w:pPr>
            <w:r>
              <w:t>Mgr. Jan Foldyna, podnikový právník</w:t>
            </w:r>
          </w:p>
        </w:tc>
      </w:tr>
      <w:tr w:rsidR="004C3A99" w:rsidRPr="00F95FBD" w14:paraId="5E5B1758" w14:textId="77777777" w:rsidTr="004C3A9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4C3A99" w:rsidRPr="008175E5" w:rsidRDefault="004C3A99" w:rsidP="004C3A99">
            <w:pPr>
              <w:pStyle w:val="Tabulka"/>
              <w:rPr>
                <w:rStyle w:val="Nadpisvtabulce"/>
                <w:b w:val="0"/>
              </w:rPr>
            </w:pPr>
            <w:r w:rsidRPr="008175E5">
              <w:rPr>
                <w:rStyle w:val="Nadpisvtabulce"/>
                <w:b w:val="0"/>
              </w:rPr>
              <w:t>Adresa</w:t>
            </w:r>
          </w:p>
        </w:tc>
        <w:tc>
          <w:tcPr>
            <w:tcW w:w="5812" w:type="dxa"/>
          </w:tcPr>
          <w:p w14:paraId="32372D5F" w14:textId="77777777" w:rsidR="004C3A99" w:rsidRDefault="004C3A99" w:rsidP="004C3A99">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5948CCE" w14:textId="09D46444" w:rsidR="004C3A99" w:rsidRPr="00E83F86" w:rsidRDefault="004C3A99" w:rsidP="004C3A99">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4C3A99" w:rsidRPr="00F95FBD" w14:paraId="79A0DEBA" w14:textId="77777777" w:rsidTr="004C3A9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4C3A99" w:rsidRPr="00F95FBD" w:rsidRDefault="004C3A99" w:rsidP="004C3A99">
            <w:pPr>
              <w:pStyle w:val="Tabulka"/>
            </w:pPr>
            <w:r w:rsidRPr="00F95FBD">
              <w:t>E-mail</w:t>
            </w:r>
          </w:p>
        </w:tc>
        <w:tc>
          <w:tcPr>
            <w:tcW w:w="5812" w:type="dxa"/>
          </w:tcPr>
          <w:p w14:paraId="16D273FB" w14:textId="34173482" w:rsidR="004C3A99" w:rsidRPr="00E83F86" w:rsidRDefault="00AD0D24" w:rsidP="004C3A9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4C3A99" w:rsidRPr="001176D2">
                <w:rPr>
                  <w:rStyle w:val="Hypertextovodkaz"/>
                  <w:noProof w:val="0"/>
                </w:rPr>
                <w:t>FoldynaJ@spravazeleznic.cz</w:t>
              </w:r>
            </w:hyperlink>
            <w:r w:rsidR="004C3A99" w:rsidRPr="001176D2">
              <w:t xml:space="preserve"> </w:t>
            </w:r>
          </w:p>
        </w:tc>
      </w:tr>
      <w:tr w:rsidR="004C3A99" w:rsidRPr="00F95FBD" w14:paraId="481C3FD9" w14:textId="77777777" w:rsidTr="004C3A9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4C3A99" w:rsidRPr="00F95FBD" w:rsidRDefault="004C3A99" w:rsidP="004C3A99">
            <w:pPr>
              <w:pStyle w:val="Tabulka"/>
            </w:pPr>
            <w:r w:rsidRPr="00F95FBD">
              <w:t>Telefon</w:t>
            </w:r>
          </w:p>
        </w:tc>
        <w:tc>
          <w:tcPr>
            <w:tcW w:w="5812" w:type="dxa"/>
          </w:tcPr>
          <w:p w14:paraId="0E41FF9C" w14:textId="794634B7" w:rsidR="004C3A99" w:rsidRPr="00E83F86" w:rsidRDefault="004C3A99" w:rsidP="004C3A9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176D2">
              <w:t>+420 601 160 009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B2EBD" w:rsidRPr="00F95FBD" w14:paraId="5D3A39EF" w14:textId="77777777" w:rsidTr="001B2E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1B2EBD" w:rsidRPr="00F95FBD" w:rsidRDefault="001B2EBD" w:rsidP="001B2EB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5BBA8888" w14:textId="0AD155D1" w:rsidR="001B2EBD" w:rsidRPr="00561E86" w:rsidRDefault="001B2EBD" w:rsidP="001B2EB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D6FFC">
              <w:t>Ing. Otakar Srovnal</w:t>
            </w:r>
          </w:p>
        </w:tc>
      </w:tr>
      <w:tr w:rsidR="001B2EBD" w:rsidRPr="00F95FBD" w14:paraId="2A27B8BA" w14:textId="77777777" w:rsidTr="001B2EBD">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1B2EBD" w:rsidRPr="00F95FBD" w:rsidRDefault="001B2EBD" w:rsidP="001B2EBD">
            <w:pPr>
              <w:pStyle w:val="Tabulka"/>
              <w:rPr>
                <w:rStyle w:val="Nadpisvtabulce"/>
                <w:b w:val="0"/>
              </w:rPr>
            </w:pPr>
            <w:r>
              <w:rPr>
                <w:rStyle w:val="Nadpisvtabulce"/>
                <w:b w:val="0"/>
              </w:rPr>
              <w:t>Adresa</w:t>
            </w:r>
          </w:p>
        </w:tc>
        <w:tc>
          <w:tcPr>
            <w:tcW w:w="5812" w:type="dxa"/>
            <w:vAlign w:val="top"/>
          </w:tcPr>
          <w:p w14:paraId="1BD5DA0A" w14:textId="77777777" w:rsidR="001B2EBD" w:rsidRPr="00C97692" w:rsidRDefault="001B2EBD" w:rsidP="001B2EBD">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1ABE82EE" w14:textId="761A846D" w:rsidR="001B2EBD" w:rsidRPr="00561E86" w:rsidRDefault="001B2EBD" w:rsidP="001B2E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7692">
              <w:t xml:space="preserve">Oblastní ředitelství Ostrava, </w:t>
            </w:r>
            <w:r>
              <w:t>Muglinovská 1038/5, 702 00 Ostrava</w:t>
            </w:r>
          </w:p>
        </w:tc>
      </w:tr>
      <w:tr w:rsidR="001B2EBD" w:rsidRPr="00F95FBD" w14:paraId="13D2D2BC" w14:textId="77777777" w:rsidTr="001B2EBD">
        <w:tc>
          <w:tcPr>
            <w:cnfStyle w:val="001000000000" w:firstRow="0" w:lastRow="0" w:firstColumn="1" w:lastColumn="0" w:oddVBand="0" w:evenVBand="0" w:oddHBand="0" w:evenHBand="0" w:firstRowFirstColumn="0" w:firstRowLastColumn="0" w:lastRowFirstColumn="0" w:lastRowLastColumn="0"/>
            <w:tcW w:w="3056" w:type="dxa"/>
          </w:tcPr>
          <w:p w14:paraId="6099DA60" w14:textId="4601FD33" w:rsidR="001B2EBD" w:rsidRDefault="001B2EBD" w:rsidP="001B2EBD">
            <w:pPr>
              <w:pStyle w:val="Tabulka"/>
              <w:rPr>
                <w:rStyle w:val="Nadpisvtabulce"/>
                <w:b w:val="0"/>
              </w:rPr>
            </w:pPr>
            <w:r>
              <w:rPr>
                <w:rStyle w:val="Nadpisvtabulce"/>
                <w:b w:val="0"/>
              </w:rPr>
              <w:t>P</w:t>
            </w:r>
            <w:r w:rsidRPr="001B2EBD">
              <w:rPr>
                <w:rStyle w:val="Nadpisvtabulce"/>
                <w:b w:val="0"/>
              </w:rPr>
              <w:t>racoviště</w:t>
            </w:r>
          </w:p>
        </w:tc>
        <w:tc>
          <w:tcPr>
            <w:tcW w:w="5812" w:type="dxa"/>
            <w:vAlign w:val="top"/>
          </w:tcPr>
          <w:p w14:paraId="72573EC8" w14:textId="77777777" w:rsidR="001B2EBD" w:rsidRPr="00C97692" w:rsidRDefault="001B2EBD" w:rsidP="001B2EBD">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4E357750" w14:textId="18108228" w:rsidR="001B2EBD" w:rsidRPr="00561E86" w:rsidRDefault="001B2EBD" w:rsidP="001B2E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7692">
              <w:t xml:space="preserve">Oblastní ředitelství Ostrava, </w:t>
            </w:r>
            <w:r>
              <w:t>Nerudova 773/1, 779 00 Olomouc</w:t>
            </w:r>
          </w:p>
        </w:tc>
      </w:tr>
      <w:tr w:rsidR="001B2EBD" w:rsidRPr="00F95FBD" w14:paraId="34920FFB" w14:textId="77777777" w:rsidTr="001B2EBD">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1B2EBD" w:rsidRPr="00F95FBD" w:rsidRDefault="001B2EBD" w:rsidP="001B2EBD">
            <w:pPr>
              <w:pStyle w:val="Tabulka"/>
            </w:pPr>
            <w:r w:rsidRPr="00F95FBD">
              <w:t>E-mail</w:t>
            </w:r>
          </w:p>
        </w:tc>
        <w:tc>
          <w:tcPr>
            <w:tcW w:w="5812" w:type="dxa"/>
            <w:vAlign w:val="top"/>
          </w:tcPr>
          <w:p w14:paraId="501316F5" w14:textId="4C5E09FA" w:rsidR="001B2EBD" w:rsidRPr="00561E86" w:rsidRDefault="00AD0D24" w:rsidP="001B2EB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1B2EBD" w:rsidRPr="001D6FFC">
                <w:rPr>
                  <w:rStyle w:val="Hypertextovodkaz"/>
                  <w:noProof w:val="0"/>
                </w:rPr>
                <w:t>Srovnal@spravazeleznic.cz</w:t>
              </w:r>
            </w:hyperlink>
            <w:r w:rsidR="001B2EBD" w:rsidRPr="001D6FFC">
              <w:t xml:space="preserve"> </w:t>
            </w:r>
          </w:p>
        </w:tc>
      </w:tr>
      <w:tr w:rsidR="001B2EBD" w:rsidRPr="00F95FBD" w14:paraId="207849E6" w14:textId="77777777" w:rsidTr="001B2EBD">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1B2EBD" w:rsidRPr="00F95FBD" w:rsidRDefault="001B2EBD" w:rsidP="001B2EBD">
            <w:pPr>
              <w:pStyle w:val="Tabulka"/>
            </w:pPr>
            <w:r w:rsidRPr="00F95FBD">
              <w:t>Telefon</w:t>
            </w:r>
          </w:p>
        </w:tc>
        <w:tc>
          <w:tcPr>
            <w:tcW w:w="5812" w:type="dxa"/>
            <w:vAlign w:val="top"/>
          </w:tcPr>
          <w:p w14:paraId="363C17FD" w14:textId="4EB1A6AB" w:rsidR="001B2EBD" w:rsidRPr="00561E86" w:rsidRDefault="001B2EBD" w:rsidP="001B2E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D6FFC">
              <w:t>+420 724 590 159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lastRenderedPageBreak/>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4F9CEB8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B2EBD">
              <w:rPr>
                <w:highlight w:val="yellow"/>
              </w:rPr>
              <w:t xml:space="preserve">Na toto místo bude jako minimální výše pojistného plnění vložena částka, která bude odpovídat výši Ceny Díla bez DPH, kterou </w:t>
            </w:r>
            <w:r w:rsidR="00306966" w:rsidRPr="001B2EBD">
              <w:rPr>
                <w:highlight w:val="yellow"/>
              </w:rPr>
              <w:t xml:space="preserve">účastník výběrového řízení </w:t>
            </w:r>
            <w:r w:rsidRPr="001B2EBD">
              <w:rPr>
                <w:highlight w:val="yellow"/>
              </w:rPr>
              <w:t>včlení do těla závazného vzoru Smlouvy předloženého</w:t>
            </w:r>
            <w:r w:rsidR="00A349C6" w:rsidRPr="001B2EBD">
              <w:rPr>
                <w:highlight w:val="yellow"/>
              </w:rPr>
              <w:t xml:space="preserve"> v </w:t>
            </w:r>
            <w:r w:rsidRPr="001B2EBD">
              <w:rPr>
                <w:highlight w:val="yellow"/>
              </w:rPr>
              <w:t xml:space="preserve">nabídce </w:t>
            </w:r>
            <w:r w:rsidR="00306966" w:rsidRPr="001B2EBD">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9EDB859"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inimál</w:t>
            </w:r>
            <w:r w:rsidRPr="001B2EBD">
              <w:t xml:space="preserve">ně </w:t>
            </w:r>
            <w:r w:rsidR="001B2EBD" w:rsidRPr="001B2EBD">
              <w:t xml:space="preserve">10 </w:t>
            </w:r>
            <w:r w:rsidRPr="001B2EBD">
              <w:t>mil. Kč na jednu pojistnou událost</w:t>
            </w:r>
            <w:r w:rsidR="00A349C6" w:rsidRPr="001B2EBD">
              <w:t xml:space="preserve"> a </w:t>
            </w:r>
            <w:r w:rsidR="001B2EBD" w:rsidRPr="001B2EBD">
              <w:t xml:space="preserve">20 </w:t>
            </w:r>
            <w:r w:rsidRPr="001B2EBD">
              <w:t>mil. Kč</w:t>
            </w:r>
            <w:r w:rsidR="00A349C6" w:rsidRPr="001B2EBD">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757E10E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330731A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3F15996F"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D0D24">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7501969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56946DF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24AD710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59F2136B"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D0D24">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6B54947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7D1AED5" w14:textId="27C2BE80" w:rsidR="003E7501" w:rsidRPr="001E4BDC" w:rsidRDefault="003E7501" w:rsidP="00C1662E">
    <w:pPr>
      <w:pStyle w:val="Zpat"/>
      <w:rPr>
        <w:sz w:val="12"/>
        <w:szCs w:val="12"/>
      </w:rPr>
    </w:pP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16EF7DF3"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1411FBF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060AD69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0D24">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8EF4C068"/>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 w:numId="49" w16cid:durableId="1964799340">
    <w:abstractNumId w:val="6"/>
  </w:num>
  <w:num w:numId="50" w16cid:durableId="125890486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2EBD"/>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3A99"/>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26C4"/>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0D24"/>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B5826"/>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54AE6"/>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rovnal@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53</TotalTime>
  <Pages>32</Pages>
  <Words>6558</Words>
  <Characters>38694</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2021-01-26T08:00:00Z</cp:lastPrinted>
  <dcterms:created xsi:type="dcterms:W3CDTF">2024-01-26T06:53:00Z</dcterms:created>
  <dcterms:modified xsi:type="dcterms:W3CDTF">2024-02-19T12:51:00Z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